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CF1" w:rsidRPr="00922242" w:rsidRDefault="00410CF1" w:rsidP="00410CF1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b/>
          <w:sz w:val="28"/>
          <w:szCs w:val="28"/>
        </w:rPr>
        <w:t>Приложение № 13</w:t>
      </w:r>
      <w:r w:rsidRPr="00922242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«Ростех»</w:t>
      </w: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ПОРЯДОК</w:t>
      </w: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СВЕДЕНИЯ О КОТОРЫХ СОСТАВЛЯЮТ ГОСУДАРСТВЕННУЮ ТАЙНУ,</w:t>
      </w: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В ГОСУДАРСТВЕННОЙ КОРПОРАЦИИ «РОСТЕХ»</w:t>
      </w:r>
    </w:p>
    <w:p w:rsidR="008558A4" w:rsidRPr="00922242" w:rsidRDefault="008558A4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:rsidR="008558A4" w:rsidRPr="00922242" w:rsidRDefault="008558A4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:rsidR="00410CF1" w:rsidRPr="0092224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sz w:val="28"/>
          <w:szCs w:val="28"/>
        </w:rPr>
        <w:t>ТЕРМИНЫ И ОПРЕДЕЛЕНИЯ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Порядка, используются в значениях, установленных </w:t>
      </w:r>
      <w:hyperlink r:id="rId4" w:history="1">
        <w:r w:rsidRPr="00922242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172C0F">
        <w:rPr>
          <w:rFonts w:ascii="Proxima Nova ExCn Rg" w:hAnsi="Proxima Nova ExCn Rg"/>
          <w:sz w:val="28"/>
          <w:szCs w:val="28"/>
        </w:rPr>
        <w:t>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</w:t>
      </w:r>
      <w:hyperlink r:id="rId5" w:history="1">
        <w:r w:rsidRPr="00172C0F">
          <w:rPr>
            <w:rFonts w:ascii="Proxima Nova ExCn Rg" w:hAnsi="Proxima Nova ExCn Rg"/>
            <w:sz w:val="28"/>
            <w:szCs w:val="28"/>
          </w:rPr>
          <w:t>Положении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</w:t>
      </w:r>
      <w:r w:rsidRPr="00011C32">
        <w:rPr>
          <w:rFonts w:ascii="Proxima Nova ExCn Rg" w:hAnsi="Proxima Nova ExCn Rg"/>
          <w:sz w:val="28"/>
          <w:szCs w:val="28"/>
        </w:rPr>
        <w:t>или отличающееся по содержанию от упомянутых в Положении о закупке, вводятся в действие настоящим Порядком.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 ОБЩИЕ ПОЛОЖЕНИЯ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1.1 Настоящий Порядок принят в развитие норм Положения.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1.2 Настоящий Порядок определяет порядок формирования и утверждения списка поставщиков/производителей, приглашаемых к участию в закупке, в извещении</w:t>
      </w:r>
      <w:r w:rsidR="00134FA6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документации о которой содержатся сведения, составляющие государственную тайну (далее - Перечень поставщиков) для работы с государственной тайной, приглашаемых для участия в конкурентных способах закупки, проводимых в закрытой форме по основанию, предусмотренному подп. 7.2.4.(1) </w:t>
      </w:r>
      <w:hyperlink r:id="rId6" w:history="1">
        <w:r w:rsidRPr="00172C0F">
          <w:rPr>
            <w:rFonts w:ascii="Proxima Nova ExCn Rg" w:hAnsi="Proxima Nova ExCn Rg"/>
            <w:sz w:val="28"/>
            <w:szCs w:val="28"/>
          </w:rPr>
          <w:t>Положения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и проводимых согласно подраздела 19.5. Положения о закупе (закупки, по которым в извещении</w:t>
      </w:r>
      <w:r w:rsidR="00134FA6">
        <w:rPr>
          <w:rFonts w:ascii="Proxima Nova ExCn Rg" w:hAnsi="Proxima Nova ExCn Rg"/>
          <w:sz w:val="28"/>
          <w:szCs w:val="28"/>
        </w:rPr>
        <w:t>,</w:t>
      </w:r>
      <w:r w:rsidRPr="00172C0F">
        <w:rPr>
          <w:rFonts w:ascii="Proxima Nova ExCn Rg" w:hAnsi="Proxima Nova ExCn Rg"/>
          <w:sz w:val="28"/>
          <w:szCs w:val="28"/>
        </w:rPr>
        <w:t xml:space="preserve"> документации о закупке содержатся сведения, составляющие государственную тайну).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0" w:name="P58"/>
      <w:bookmarkEnd w:id="0"/>
      <w:r w:rsidRPr="00011C32">
        <w:rPr>
          <w:rFonts w:ascii="Proxima Nova ExCn Rg" w:hAnsi="Proxima Nova ExCn Rg"/>
          <w:sz w:val="28"/>
          <w:szCs w:val="28"/>
        </w:rPr>
        <w:t xml:space="preserve">1.3 Настоящий документ применяется в Корпорации и в организациях Корпорации, присоединившихся к </w:t>
      </w:r>
      <w:r w:rsidR="00264F0B" w:rsidRPr="00011C32">
        <w:rPr>
          <w:rFonts w:ascii="Proxima Nova ExCn Rg" w:hAnsi="Proxima Nova ExCn Rg"/>
          <w:sz w:val="28"/>
          <w:szCs w:val="28"/>
        </w:rPr>
        <w:t xml:space="preserve">Положению </w:t>
      </w:r>
      <w:r w:rsidRPr="00011C32">
        <w:rPr>
          <w:rFonts w:ascii="Proxima Nova ExCn Rg" w:hAnsi="Proxima Nova ExCn Rg"/>
          <w:sz w:val="28"/>
          <w:szCs w:val="28"/>
        </w:rPr>
        <w:t xml:space="preserve">в порядке, установленном в подразделе 1.3 </w:t>
      </w:r>
      <w:hyperlink r:id="rId7" w:history="1">
        <w:r w:rsidRPr="00172C0F">
          <w:rPr>
            <w:rFonts w:ascii="Proxima Nova ExCn Rg" w:hAnsi="Proxima Nova ExCn Rg"/>
            <w:sz w:val="28"/>
            <w:szCs w:val="28"/>
          </w:rPr>
          <w:t>Положения</w:t>
        </w:r>
      </w:hyperlink>
      <w:r w:rsidR="00264F0B" w:rsidRPr="00172C0F">
        <w:rPr>
          <w:rFonts w:ascii="Proxima Nova ExCn Rg" w:hAnsi="Proxima Nova ExCn Rg"/>
          <w:sz w:val="28"/>
          <w:szCs w:val="28"/>
        </w:rPr>
        <w:t>,</w:t>
      </w:r>
      <w:r w:rsidRPr="00172C0F">
        <w:rPr>
          <w:rFonts w:ascii="Proxima Nova ExCn Rg" w:hAnsi="Proxima Nova ExCn Rg"/>
          <w:sz w:val="28"/>
          <w:szCs w:val="28"/>
        </w:rPr>
        <w:t xml:space="preserve"> и обладающих действующей лицензией ФСБ России на проведение работ, связанных с ис</w:t>
      </w:r>
      <w:r w:rsidRPr="00011C32">
        <w:rPr>
          <w:rFonts w:ascii="Proxima Nova ExCn Rg" w:hAnsi="Proxima Nova ExCn Rg"/>
          <w:sz w:val="28"/>
          <w:szCs w:val="28"/>
        </w:rPr>
        <w:t>пользованием сведений, составляющих государственную тайну, вне зависимости от их организационно-правовой формы, направлений деятельности, особенностей управления и уровня подчинения Корпорации. Степень секретности сведений, указанных в лицензиях заказчиков и потенциальных поставщиков на проведение работ, связанных с использованием сведений, составляющих государственную тайну, должна быть не ниже степени секретности сведений, включаемых в состав извещения</w:t>
      </w:r>
      <w:r w:rsidR="00134FA6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документации о закупке и содержащихся в </w:t>
      </w:r>
      <w:r w:rsidR="00264F0B" w:rsidRPr="00011C32">
        <w:rPr>
          <w:rFonts w:ascii="Proxima Nova ExCn Rg" w:hAnsi="Proxima Nova ExCn Rg"/>
          <w:sz w:val="28"/>
          <w:szCs w:val="28"/>
        </w:rPr>
        <w:t xml:space="preserve">закупаемой </w:t>
      </w:r>
      <w:r w:rsidRPr="00011C32">
        <w:rPr>
          <w:rFonts w:ascii="Proxima Nova ExCn Rg" w:hAnsi="Proxima Nova ExCn Rg"/>
          <w:sz w:val="28"/>
          <w:szCs w:val="28"/>
        </w:rPr>
        <w:t>продукции.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1.4 Формирование и утверждение Перечня поставщиков для работы с государственной тайной в соответствии с настоящим Порядком осуществляется с учетом требований, установленных законодательством о государственной тайне. Лица, участвующие в формировании Перечня поставщиков </w:t>
      </w:r>
      <w:r w:rsidRPr="00011C32">
        <w:rPr>
          <w:rFonts w:ascii="Proxima Nova ExCn Rg" w:hAnsi="Proxima Nova ExCn Rg"/>
          <w:sz w:val="28"/>
          <w:szCs w:val="28"/>
        </w:rPr>
        <w:lastRenderedPageBreak/>
        <w:t xml:space="preserve">для работы с государственной тайной, должны обеспечивать соблюдение законодательства о государственной тайне. К формированию Перечня поставщиков для работы с государственной тайной могут привлекаться исключительно работники </w:t>
      </w:r>
      <w:r w:rsidR="00264F0B" w:rsidRPr="00011C32">
        <w:rPr>
          <w:rFonts w:ascii="Proxima Nova ExCn Rg" w:hAnsi="Proxima Nova ExCn Rg"/>
          <w:sz w:val="28"/>
          <w:szCs w:val="28"/>
        </w:rPr>
        <w:t>з</w:t>
      </w:r>
      <w:r w:rsidRPr="00011C32">
        <w:rPr>
          <w:rFonts w:ascii="Proxima Nova ExCn Rg" w:hAnsi="Proxima Nova ExCn Rg"/>
          <w:sz w:val="28"/>
          <w:szCs w:val="28"/>
        </w:rPr>
        <w:t>аказчика, имеющие допуск к государственной тайне (сведениям) по соответствующей форме (соответствующей степени секретности).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1.5 При подготовке документов и материалов, содержащих сведения, составляющие государственную тайну, работе и обмене ими, использование средств автоматизации и каналов связи, не отвечающих требованиям законодательства о государственной тайне</w:t>
      </w:r>
      <w:r w:rsidR="008558A4" w:rsidRPr="00011C32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не допускается.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1.6 Вся подготовленная (созданная) и полученная документация, материалы и машинные носители информации, содержащие государственную тайну, подлежат регистрации и хранению </w:t>
      </w:r>
      <w:r w:rsidR="00264F0B" w:rsidRPr="00011C32">
        <w:rPr>
          <w:rFonts w:ascii="Proxima Nova ExCn Rg" w:hAnsi="Proxima Nova ExCn Rg"/>
          <w:sz w:val="28"/>
          <w:szCs w:val="28"/>
        </w:rPr>
        <w:t>з</w:t>
      </w:r>
      <w:r w:rsidRPr="00011C32">
        <w:rPr>
          <w:rFonts w:ascii="Proxima Nova ExCn Rg" w:hAnsi="Proxima Nova ExCn Rg"/>
          <w:sz w:val="28"/>
          <w:szCs w:val="28"/>
        </w:rPr>
        <w:t>аказчиком в соответствии с требованиями законодательства о государственной тайне. Такая документация оформляется на бумажных носителях, а ее пересылка осуществляется в соответствии с требованиями законодательства о государственной тайне (например, почтой с использованием подразделений ГФС или курьерами, имеющими соответствующий допуск к государственной тайне).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1.7 Предоставление потенциальным поставщикам сведений, составляющих государственную тайну, осуществляется на основании разрешения органов государственной власти, наделенных полномочиями по распоряжению этими сведениями.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1.8 </w:t>
      </w:r>
      <w:proofErr w:type="gramStart"/>
      <w:r w:rsidRPr="00011C32">
        <w:rPr>
          <w:rFonts w:ascii="Proxima Nova ExCn Rg" w:hAnsi="Proxima Nova ExCn Rg"/>
          <w:sz w:val="28"/>
          <w:szCs w:val="28"/>
        </w:rPr>
        <w:t>В</w:t>
      </w:r>
      <w:proofErr w:type="gramEnd"/>
      <w:r w:rsidRPr="00011C32">
        <w:rPr>
          <w:rFonts w:ascii="Proxima Nova ExCn Rg" w:hAnsi="Proxima Nova ExCn Rg"/>
          <w:sz w:val="28"/>
          <w:szCs w:val="28"/>
        </w:rPr>
        <w:t xml:space="preserve"> случае, если законодательством установлены специальные требования, касающиеся исполнения обязательств по предмету договора, заключаемого по результатам закупки, в Перечень поставщиков для работы с государственной тайной включаются поставщики, которые соответствуют таким требованиям.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1.9 Перечень поставщиков для работы с государственной тайной формируется для каждой конкретной закупки по форме </w:t>
      </w:r>
      <w:hyperlink w:anchor="P105" w:history="1">
        <w:r w:rsidRPr="00011C32">
          <w:rPr>
            <w:rFonts w:ascii="Proxima Nova ExCn Rg" w:hAnsi="Proxima Nova ExCn Rg"/>
            <w:sz w:val="28"/>
            <w:szCs w:val="28"/>
          </w:rPr>
          <w:t>Приложения N 1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к настоящему Порядку.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1.10 Настоящий порядок может применяться при выборе конкретного поставщика, с которым заключается договор как с единственным поставщиком, по основаниям, предусмотренным </w:t>
      </w:r>
      <w:hyperlink r:id="rId8" w:history="1">
        <w:r w:rsidRPr="00011C32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о закупке, в отношени</w:t>
      </w:r>
      <w:r w:rsidR="008558A4" w:rsidRPr="00011C32">
        <w:rPr>
          <w:rFonts w:ascii="Proxima Nova ExCn Rg" w:hAnsi="Proxima Nova ExCn Rg"/>
          <w:sz w:val="28"/>
          <w:szCs w:val="28"/>
        </w:rPr>
        <w:t>и закупок, указанных в подп.</w:t>
      </w:r>
      <w:r w:rsidRPr="00011C32">
        <w:rPr>
          <w:rFonts w:ascii="Proxima Nova ExCn Rg" w:hAnsi="Proxima Nova ExCn Rg"/>
          <w:sz w:val="28"/>
          <w:szCs w:val="28"/>
        </w:rPr>
        <w:t xml:space="preserve"> 7.2.4.(1) </w:t>
      </w:r>
      <w:hyperlink r:id="rId9" w:history="1">
        <w:r w:rsidRPr="00011C32">
          <w:rPr>
            <w:rFonts w:ascii="Proxima Nova ExCn Rg" w:hAnsi="Proxima Nova ExCn Rg"/>
            <w:sz w:val="28"/>
            <w:szCs w:val="28"/>
          </w:rPr>
          <w:t>Положения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о закупке.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 ПОРЯДОК ФОРМИРОВАНИЯ ПЕРЕЧНЯ ПОСТАВЩИКОВ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1" w:name="P68"/>
      <w:bookmarkEnd w:id="1"/>
      <w:r w:rsidRPr="00011C32">
        <w:rPr>
          <w:rFonts w:ascii="Proxima Nova ExCn Rg" w:hAnsi="Proxima Nova ExCn Rg"/>
          <w:sz w:val="28"/>
          <w:szCs w:val="28"/>
        </w:rPr>
        <w:t xml:space="preserve">2.1 </w:t>
      </w:r>
      <w:proofErr w:type="gramStart"/>
      <w:r w:rsidRPr="00011C32">
        <w:rPr>
          <w:rFonts w:ascii="Proxima Nova ExCn Rg" w:hAnsi="Proxima Nova ExCn Rg"/>
          <w:sz w:val="28"/>
          <w:szCs w:val="28"/>
        </w:rPr>
        <w:t>В</w:t>
      </w:r>
      <w:proofErr w:type="gramEnd"/>
      <w:r w:rsidRPr="00011C32">
        <w:rPr>
          <w:rFonts w:ascii="Proxima Nova ExCn Rg" w:hAnsi="Proxima Nova ExCn Rg"/>
          <w:sz w:val="28"/>
          <w:szCs w:val="28"/>
        </w:rPr>
        <w:t xml:space="preserve"> целях формирования Перечня поставщиков для работы с государственной тайной Инициатор закупки: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изучает предмет закупки, проводимой в закрытой форме по основанию, указанному в подп.</w:t>
      </w:r>
      <w:r w:rsidR="00134FA6">
        <w:rPr>
          <w:rFonts w:ascii="Proxima Nova ExCn Rg" w:hAnsi="Proxima Nova ExCn Rg"/>
          <w:sz w:val="28"/>
          <w:szCs w:val="28"/>
        </w:rPr>
        <w:t> </w:t>
      </w:r>
      <w:proofErr w:type="gramStart"/>
      <w:r w:rsidRPr="00011C32">
        <w:rPr>
          <w:rFonts w:ascii="Proxima Nova ExCn Rg" w:hAnsi="Proxima Nova ExCn Rg"/>
          <w:sz w:val="28"/>
          <w:szCs w:val="28"/>
        </w:rPr>
        <w:t>7.2.4.(</w:t>
      </w:r>
      <w:proofErr w:type="gramEnd"/>
      <w:r w:rsidRPr="00011C32">
        <w:rPr>
          <w:rFonts w:ascii="Proxima Nova ExCn Rg" w:hAnsi="Proxima Nova ExCn Rg"/>
          <w:sz w:val="28"/>
          <w:szCs w:val="28"/>
        </w:rPr>
        <w:t xml:space="preserve">1) </w:t>
      </w:r>
      <w:hyperlink r:id="rId10" w:history="1">
        <w:r w:rsidRPr="00011C32">
          <w:rPr>
            <w:rFonts w:ascii="Proxima Nova ExCn Rg" w:hAnsi="Proxima Nova ExCn Rg"/>
            <w:sz w:val="28"/>
            <w:szCs w:val="28"/>
          </w:rPr>
          <w:t>Положения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о закупке и определяет конкретные виды </w:t>
      </w:r>
      <w:r w:rsidRPr="00011C32">
        <w:rPr>
          <w:rFonts w:ascii="Proxima Nova ExCn Rg" w:hAnsi="Proxima Nova ExCn Rg"/>
          <w:sz w:val="28"/>
          <w:szCs w:val="28"/>
        </w:rPr>
        <w:t>продукции (товаров, работ, услуг и иных объектов гражданских прав), являющиеся предметом договора, заключаемого по результатам закупки (далее - аналогичная продукция);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определяет степень секретности сведений, содержащихся в закупаемой продукции и в извещении, документации о закупке;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2.2 Инициатор закупки с учетом информации, полученной в соответствии с п. </w:t>
      </w:r>
      <w:hyperlink w:anchor="P68" w:history="1">
        <w:r w:rsidRPr="00011C32">
          <w:rPr>
            <w:rFonts w:ascii="Proxima Nova ExCn Rg" w:hAnsi="Proxima Nova ExCn Rg"/>
            <w:sz w:val="28"/>
            <w:szCs w:val="28"/>
          </w:rPr>
          <w:t>2.1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осуществляет </w:t>
      </w:r>
      <w:r w:rsidRPr="00011C32">
        <w:rPr>
          <w:rFonts w:ascii="Proxima Nova ExCn Rg" w:hAnsi="Proxima Nova ExCn Rg"/>
          <w:sz w:val="28"/>
          <w:szCs w:val="28"/>
        </w:rPr>
        <w:t>действия по определению Перечня поставщиков для работы с государственной тайной - потенциальных участников закупки</w:t>
      </w:r>
      <w:r w:rsidR="00922242">
        <w:rPr>
          <w:rFonts w:ascii="Proxima Nova ExCn Rg" w:hAnsi="Proxima Nova ExCn Rg"/>
          <w:sz w:val="28"/>
          <w:szCs w:val="28"/>
        </w:rPr>
        <w:t xml:space="preserve"> путем применения не менее чем двух способов из числа нижеперечисленных</w:t>
      </w:r>
      <w:r w:rsidRPr="00172C0F">
        <w:rPr>
          <w:rFonts w:ascii="Proxima Nova ExCn Rg" w:hAnsi="Proxima Nova ExCn Rg"/>
          <w:sz w:val="28"/>
          <w:szCs w:val="28"/>
        </w:rPr>
        <w:t>: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lastRenderedPageBreak/>
        <w:t xml:space="preserve">(1) осуществляет поиск поставщиков аналогичной продукции в ранее сформированных Перечнях поставщиков для работы с государственной тайной или ранее заключенных Заказчиком </w:t>
      </w:r>
      <w:r w:rsidRPr="00011C32">
        <w:rPr>
          <w:rFonts w:ascii="Proxima Nova ExCn Rg" w:hAnsi="Proxima Nova ExCn Rg"/>
          <w:sz w:val="28"/>
          <w:szCs w:val="28"/>
        </w:rPr>
        <w:t>договоров, предметом которых была аналогичная продукция;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осуществляет поиск поставщиков, являющихся разработчиками (производителями) аналогичной продукции;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осуществляет поиск поставщиков, специализирующихся на поставке аналогичной продукции;</w:t>
      </w:r>
    </w:p>
    <w:p w:rsidR="00410CF1" w:rsidRPr="00011C32" w:rsidRDefault="00410CF1" w:rsidP="00172C0F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2" w:name="P76"/>
      <w:bookmarkEnd w:id="2"/>
      <w:r w:rsidRPr="00011C32">
        <w:rPr>
          <w:rFonts w:ascii="Proxima Nova ExCn Rg" w:hAnsi="Proxima Nova ExCn Rg"/>
          <w:sz w:val="28"/>
          <w:szCs w:val="28"/>
        </w:rPr>
        <w:t>(4)</w:t>
      </w:r>
      <w:r w:rsidR="00922242">
        <w:rPr>
          <w:rFonts w:ascii="Proxima Nova ExCn Rg" w:hAnsi="Proxima Nova ExCn Rg"/>
          <w:sz w:val="28"/>
          <w:szCs w:val="28"/>
        </w:rPr>
        <w:t xml:space="preserve"> осуществляет поиск поставщиков путем направления официальных запросов в 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bookmarkStart w:id="3" w:name="P77"/>
      <w:bookmarkEnd w:id="3"/>
      <w:r w:rsidRPr="00011C32">
        <w:rPr>
          <w:rFonts w:ascii="Proxima Nova ExCn Rg" w:hAnsi="Proxima Nova ExCn Rg"/>
          <w:sz w:val="28"/>
          <w:szCs w:val="28"/>
        </w:rPr>
        <w:t>.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4" w:name="P78"/>
      <w:bookmarkEnd w:id="4"/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>3</w:t>
      </w:r>
      <w:r w:rsidRPr="00011C32">
        <w:rPr>
          <w:rFonts w:ascii="Proxima Nova ExCn Rg" w:hAnsi="Proxima Nova ExCn Rg"/>
          <w:sz w:val="28"/>
          <w:szCs w:val="28"/>
        </w:rPr>
        <w:t xml:space="preserve"> По итогам проведенного анализа Инициатор закупки формирует проект Перечня поставщиков для работы с государственной тайной, в который </w:t>
      </w:r>
      <w:r w:rsidR="00172C0F">
        <w:rPr>
          <w:rFonts w:ascii="Proxima Nova ExCn Rg" w:hAnsi="Proxima Nova ExCn Rg"/>
          <w:sz w:val="28"/>
          <w:szCs w:val="28"/>
        </w:rPr>
        <w:t xml:space="preserve">могут </w:t>
      </w:r>
      <w:r w:rsidRPr="00011C32">
        <w:rPr>
          <w:rFonts w:ascii="Proxima Nova ExCn Rg" w:hAnsi="Proxima Nova ExCn Rg"/>
          <w:sz w:val="28"/>
          <w:szCs w:val="28"/>
        </w:rPr>
        <w:t>включат</w:t>
      </w:r>
      <w:r w:rsidR="00172C0F">
        <w:rPr>
          <w:rFonts w:ascii="Proxima Nova ExCn Rg" w:hAnsi="Proxima Nova ExCn Rg"/>
          <w:sz w:val="28"/>
          <w:szCs w:val="28"/>
        </w:rPr>
        <w:t>ь</w:t>
      </w:r>
      <w:r w:rsidRPr="00011C32">
        <w:rPr>
          <w:rFonts w:ascii="Proxima Nova ExCn Rg" w:hAnsi="Proxima Nova ExCn Rg"/>
          <w:sz w:val="28"/>
          <w:szCs w:val="28"/>
        </w:rPr>
        <w:t xml:space="preserve">ся поставщики, имеющие лицензию в соответствии с п. </w:t>
      </w:r>
      <w:hyperlink w:anchor="P58" w:history="1">
        <w:r w:rsidRPr="00011C32">
          <w:rPr>
            <w:rFonts w:ascii="Proxima Nova ExCn Rg" w:hAnsi="Proxima Nova ExCn Rg"/>
            <w:sz w:val="28"/>
            <w:szCs w:val="28"/>
          </w:rPr>
          <w:t>1.3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 и: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включенные в ранее утвержденный Перечень поставщиков для работы с государственной тайной по аналогичной продукции (при его наличии);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являющиеся разработчиками (производителями) аналогичной продукции;</w:t>
      </w:r>
    </w:p>
    <w:p w:rsidR="00410CF1" w:rsidRPr="0092224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(3) специализирующиеся на поставке </w:t>
      </w:r>
      <w:r w:rsidRPr="00922242">
        <w:rPr>
          <w:rFonts w:ascii="Proxima Nova ExCn Rg" w:hAnsi="Proxima Nova ExCn Rg"/>
          <w:sz w:val="28"/>
          <w:szCs w:val="28"/>
        </w:rPr>
        <w:t>аналогичной продукции;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>(4) по ранее заключенным Заказчиком договорам, предметом которых была аналогичная продукция;</w:t>
      </w:r>
    </w:p>
    <w:p w:rsidR="00410CF1" w:rsidRPr="00172C0F" w:rsidRDefault="00410CF1" w:rsidP="00922242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(5)</w:t>
      </w:r>
      <w:r w:rsidR="00922242">
        <w:rPr>
          <w:rFonts w:ascii="Proxima Nova ExCn Rg" w:hAnsi="Proxima Nova ExCn Rg"/>
          <w:sz w:val="28"/>
          <w:szCs w:val="28"/>
        </w:rPr>
        <w:t xml:space="preserve"> </w:t>
      </w:r>
      <w:r w:rsidRPr="00172C0F">
        <w:rPr>
          <w:rFonts w:ascii="Proxima Nova ExCn Rg" w:hAnsi="Proxima Nova ExCn Rg"/>
          <w:sz w:val="28"/>
          <w:szCs w:val="28"/>
        </w:rPr>
        <w:t>принявшие участ</w:t>
      </w:r>
      <w:r w:rsidRPr="00922242">
        <w:rPr>
          <w:rFonts w:ascii="Proxima Nova ExCn Rg" w:hAnsi="Proxima Nova ExCn Rg"/>
          <w:sz w:val="28"/>
          <w:szCs w:val="28"/>
        </w:rPr>
        <w:t>ие (подавшие</w:t>
      </w:r>
      <w:r w:rsidRPr="00172C0F">
        <w:rPr>
          <w:rFonts w:ascii="Proxima Nova ExCn Rg" w:hAnsi="Proxima Nova ExCn Rg"/>
          <w:sz w:val="28"/>
          <w:szCs w:val="28"/>
        </w:rPr>
        <w:t xml:space="preserve"> заявки на участие) в ранее проведенных </w:t>
      </w:r>
      <w:r w:rsidRPr="00011C32">
        <w:rPr>
          <w:rFonts w:ascii="Proxima Nova ExCn Rg" w:hAnsi="Proxima Nova ExCn Rg"/>
          <w:sz w:val="28"/>
          <w:szCs w:val="28"/>
        </w:rPr>
        <w:t xml:space="preserve">в соответствии с требованиями Закона </w:t>
      </w:r>
      <w:hyperlink r:id="rId11" w:history="1">
        <w:r w:rsidRPr="00011C32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12" w:history="1">
        <w:r w:rsidRPr="00011C32">
          <w:rPr>
            <w:rFonts w:ascii="Proxima Nova ExCn Rg" w:hAnsi="Proxima Nova ExCn Rg"/>
            <w:sz w:val="28"/>
            <w:szCs w:val="28"/>
          </w:rPr>
          <w:t>44-ФЗ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:rsidR="00410CF1" w:rsidRPr="00172C0F" w:rsidRDefault="00410CF1" w:rsidP="00172C0F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>(6)</w:t>
      </w:r>
      <w:r w:rsidR="00922242">
        <w:rPr>
          <w:rFonts w:ascii="Proxima Nova ExCn Rg" w:hAnsi="Proxima Nova ExCn Rg"/>
          <w:sz w:val="28"/>
          <w:szCs w:val="28"/>
        </w:rPr>
        <w:t xml:space="preserve"> поставщики, информация о которых была направлена Инициатору закупки по результатам его запроса в порядке </w:t>
      </w:r>
      <w:proofErr w:type="spellStart"/>
      <w:r w:rsidR="00922242">
        <w:rPr>
          <w:rFonts w:ascii="Proxima Nova ExCn Rg" w:hAnsi="Proxima Nova ExCn Rg"/>
          <w:sz w:val="28"/>
          <w:szCs w:val="28"/>
        </w:rPr>
        <w:t>пп</w:t>
      </w:r>
      <w:proofErr w:type="spellEnd"/>
      <w:r w:rsidR="00922242">
        <w:rPr>
          <w:rFonts w:ascii="Proxima Nova ExCn Rg" w:hAnsi="Proxima Nova ExCn Rg"/>
          <w:sz w:val="28"/>
          <w:szCs w:val="28"/>
        </w:rPr>
        <w:t>. 2.2(4) настоящего Порядка.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5" w:name="P88"/>
      <w:bookmarkEnd w:id="5"/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4 </w:t>
      </w:r>
      <w:r w:rsidRPr="00011C32">
        <w:rPr>
          <w:rFonts w:ascii="Proxima Nova ExCn Rg" w:hAnsi="Proxima Nova ExCn Rg"/>
          <w:sz w:val="28"/>
          <w:szCs w:val="28"/>
        </w:rPr>
        <w:t>Инициатор закупки проверяет поставщиков, включенных в проект Перечня поставщиков для работы с государственной тайной, на предмет: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6" w:name="P89"/>
      <w:bookmarkEnd w:id="6"/>
      <w:r w:rsidRPr="00011C32">
        <w:rPr>
          <w:rFonts w:ascii="Proxima Nova ExCn Rg" w:hAnsi="Proxima Nova ExCn Rg"/>
          <w:sz w:val="28"/>
          <w:szCs w:val="28"/>
        </w:rPr>
        <w:t>(1) наличия у поставщика лицензии на проведение работ с использованием сведений необходимой степени секретности;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7" w:name="P90"/>
      <w:bookmarkEnd w:id="7"/>
      <w:r w:rsidRPr="00011C32">
        <w:rPr>
          <w:rFonts w:ascii="Proxima Nova ExCn Rg" w:hAnsi="Proxima Nova ExCn Rg"/>
          <w:sz w:val="28"/>
          <w:szCs w:val="28"/>
        </w:rPr>
        <w:t>(2)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документов;</w:t>
      </w:r>
    </w:p>
    <w:p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(3) отсутствия в реестре недобросовестных поставщиков (подрядчиков, исполнителей), предусмотренном Законом </w:t>
      </w:r>
      <w:hyperlink r:id="rId13" w:history="1">
        <w:r w:rsidRPr="00172C0F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4" w:history="1">
        <w:r w:rsidRPr="00172C0F">
          <w:rPr>
            <w:rFonts w:ascii="Proxima Nova ExCn Rg" w:hAnsi="Proxima Nova ExCn Rg"/>
            <w:sz w:val="28"/>
            <w:szCs w:val="28"/>
          </w:rPr>
          <w:t>44-ФЗ</w:t>
        </w:r>
      </w:hyperlink>
      <w:r w:rsidR="00134FA6">
        <w:rPr>
          <w:rFonts w:ascii="Proxima Nova ExCn Rg" w:hAnsi="Proxima Nova ExCn Rg"/>
          <w:sz w:val="28"/>
          <w:szCs w:val="28"/>
        </w:rPr>
        <w:t>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5 </w:t>
      </w:r>
      <w:proofErr w:type="gramStart"/>
      <w:r w:rsidRPr="00011C32">
        <w:rPr>
          <w:rFonts w:ascii="Proxima Nova ExCn Rg" w:hAnsi="Proxima Nova ExCn Rg"/>
          <w:sz w:val="28"/>
          <w:szCs w:val="28"/>
        </w:rPr>
        <w:t>В</w:t>
      </w:r>
      <w:proofErr w:type="gramEnd"/>
      <w:r w:rsidRPr="00011C32">
        <w:rPr>
          <w:rFonts w:ascii="Proxima Nova ExCn Rg" w:hAnsi="Proxima Nova ExCn Rg"/>
          <w:sz w:val="28"/>
          <w:szCs w:val="28"/>
        </w:rPr>
        <w:t xml:space="preserve"> целях проверки поставщиков, включенных в проект Перечня поставщиков для работы с государственной тайной, на предмет соответствия требованиям, указанным в подп. </w:t>
      </w:r>
      <w:hyperlink w:anchor="P89" w:history="1">
        <w:r w:rsidR="00011C32">
          <w:rPr>
            <w:rFonts w:ascii="Proxima Nova ExCn Rg" w:hAnsi="Proxima Nova ExCn Rg"/>
            <w:sz w:val="28"/>
            <w:szCs w:val="28"/>
          </w:rPr>
          <w:t>2.4(1)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, </w:t>
      </w:r>
      <w:r w:rsidR="00011C32">
        <w:rPr>
          <w:rFonts w:ascii="Proxima Nova ExCn Rg" w:hAnsi="Proxima Nova ExCn Rg"/>
          <w:sz w:val="28"/>
          <w:szCs w:val="28"/>
        </w:rPr>
        <w:t>2.4(2)</w:t>
      </w:r>
      <w:hyperlink w:anchor="P90" w:history="1"/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Инициатор закупки направляет (при отсутствии данной </w:t>
      </w:r>
      <w:r w:rsidRPr="00011C32">
        <w:rPr>
          <w:rFonts w:ascii="Proxima Nova ExCn Rg" w:hAnsi="Proxima Nova ExCn Rg"/>
          <w:sz w:val="28"/>
          <w:szCs w:val="28"/>
        </w:rPr>
        <w:t xml:space="preserve">информации, полученной из иных источников) поставщику запрос (по форме </w:t>
      </w:r>
      <w:hyperlink w:anchor="P154" w:history="1">
        <w:r w:rsidRPr="00011C32">
          <w:rPr>
            <w:rFonts w:ascii="Proxima Nova ExCn Rg" w:hAnsi="Proxima Nova ExCn Rg"/>
            <w:sz w:val="28"/>
            <w:szCs w:val="28"/>
          </w:rPr>
          <w:t>Приложения N 2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к настоящему Порядку). При этом, в таком запросе не указывается информация о предмете договора и иная информация, если такая информация относится к </w:t>
      </w:r>
      <w:r w:rsidRPr="00011C32">
        <w:rPr>
          <w:rFonts w:ascii="Proxima Nova ExCn Rg" w:hAnsi="Proxima Nova ExCn Rg"/>
          <w:sz w:val="28"/>
          <w:szCs w:val="28"/>
        </w:rPr>
        <w:t>сведениям, составляющим государственную тайну.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6 </w:t>
      </w:r>
      <w:r w:rsidRPr="00011C32">
        <w:rPr>
          <w:rFonts w:ascii="Proxima Nova ExCn Rg" w:hAnsi="Proxima Nova ExCn Rg"/>
          <w:sz w:val="28"/>
          <w:szCs w:val="28"/>
        </w:rPr>
        <w:t xml:space="preserve">При несоответствии поставщиков требованиям, указанным в п. </w:t>
      </w:r>
      <w:r w:rsidR="00011C32">
        <w:rPr>
          <w:rFonts w:ascii="Proxima Nova ExCn Rg" w:hAnsi="Proxima Nova ExCn Rg"/>
          <w:sz w:val="28"/>
          <w:szCs w:val="28"/>
        </w:rPr>
        <w:t>2.</w:t>
      </w:r>
      <w:hyperlink w:anchor="P88" w:history="1">
        <w:r w:rsidR="00011C32">
          <w:rPr>
            <w:rFonts w:ascii="Proxima Nova ExCn Rg" w:hAnsi="Proxima Nova ExCn Rg"/>
            <w:sz w:val="28"/>
            <w:szCs w:val="28"/>
          </w:rPr>
          <w:t>4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</w:t>
      </w:r>
      <w:r w:rsidR="00264F0B" w:rsidRPr="00011C32">
        <w:rPr>
          <w:rFonts w:ascii="Proxima Nova ExCn Rg" w:hAnsi="Proxima Nova ExCn Rg"/>
          <w:sz w:val="28"/>
          <w:szCs w:val="28"/>
        </w:rPr>
        <w:t>И</w:t>
      </w:r>
      <w:r w:rsidRPr="00011C32">
        <w:rPr>
          <w:rFonts w:ascii="Proxima Nova ExCn Rg" w:hAnsi="Proxima Nova ExCn Rg"/>
          <w:sz w:val="28"/>
          <w:szCs w:val="28"/>
        </w:rPr>
        <w:t xml:space="preserve">нициатор </w:t>
      </w:r>
      <w:r w:rsidR="00264F0B" w:rsidRPr="00011C32">
        <w:rPr>
          <w:rFonts w:ascii="Proxima Nova ExCn Rg" w:hAnsi="Proxima Nova ExCn Rg"/>
          <w:sz w:val="28"/>
          <w:szCs w:val="28"/>
        </w:rPr>
        <w:t xml:space="preserve">закупки </w:t>
      </w:r>
      <w:r w:rsidRPr="00011C32">
        <w:rPr>
          <w:rFonts w:ascii="Proxima Nova ExCn Rg" w:hAnsi="Proxima Nova ExCn Rg"/>
          <w:sz w:val="28"/>
          <w:szCs w:val="28"/>
        </w:rPr>
        <w:t xml:space="preserve">исключает поставщиков из проекта Перечня и направляет Перечень на согласование и утверждение в закупочную комиссию в составе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7 </w:t>
      </w:r>
      <w:r w:rsidRPr="00011C32">
        <w:rPr>
          <w:rFonts w:ascii="Proxima Nova ExCn Rg" w:hAnsi="Proxima Nova ExCn Rg"/>
          <w:sz w:val="28"/>
          <w:szCs w:val="28"/>
        </w:rPr>
        <w:t xml:space="preserve">Минимальное количество потенциальных поставщиков для направления проекта Перечня </w:t>
      </w:r>
      <w:r w:rsidRPr="00011C32">
        <w:rPr>
          <w:rFonts w:ascii="Proxima Nova ExCn Rg" w:hAnsi="Proxima Nova ExCn Rg"/>
          <w:sz w:val="28"/>
          <w:szCs w:val="28"/>
        </w:rPr>
        <w:lastRenderedPageBreak/>
        <w:t>поставщиков для работы с государственной тайной на утверждение в закупочную комиссию должно составлять не менее 3 (трех).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3. ПОРЯДОК УТВЕРЖДЕНИЯ ПЕРЕЧНЯ ПОСТАВЩИКОВ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3.1 Сформированный проект Перечня поставщиков для работы с государственной тайной передается в составе запроса на проведение закупки для согласования и утверждения одновременно с утверждением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 Закупочная комиссия вправе исключать поставщиков, включенных в проект Перечня поставщиков для работы с государственной тайной.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3.2 Порядок утверждения Перечня поставщиков для работы с государственной тайной аналогичен порядку утверждения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8558A4" w:rsidRPr="00011C32" w:rsidRDefault="008558A4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8558A4" w:rsidRPr="00011C32" w:rsidSect="005A64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8" w:name="P105"/>
      <w:bookmarkEnd w:id="8"/>
      <w:r w:rsidRPr="00011C32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_________________</w:t>
      </w: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(гриф секретности)</w:t>
      </w: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 [указывается наименование закупки, номер закупки (при наличии)]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15735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648"/>
        <w:gridCol w:w="1053"/>
        <w:gridCol w:w="1559"/>
        <w:gridCol w:w="1843"/>
        <w:gridCol w:w="1843"/>
        <w:gridCol w:w="1176"/>
        <w:gridCol w:w="1276"/>
        <w:gridCol w:w="1942"/>
        <w:gridCol w:w="2410"/>
      </w:tblGrid>
      <w:tr w:rsidR="008558A4" w:rsidRPr="00011C32" w:rsidTr="00057D5C">
        <w:trPr>
          <w:trHeight w:val="120"/>
        </w:trPr>
        <w:tc>
          <w:tcPr>
            <w:tcW w:w="15735" w:type="dxa"/>
            <w:gridSpan w:val="11"/>
          </w:tcPr>
          <w:p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Перечень поставщиков, п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>риглашаемых к участию в закупке</w:t>
            </w:r>
          </w:p>
        </w:tc>
      </w:tr>
      <w:tr w:rsidR="008558A4" w:rsidRPr="00011C32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N</w:t>
            </w:r>
          </w:p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п/п</w:t>
            </w:r>
          </w:p>
        </w:tc>
        <w:tc>
          <w:tcPr>
            <w:tcW w:w="1553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Наименование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поставщика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(полное и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648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ИНН,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КПП</w:t>
            </w:r>
          </w:p>
        </w:tc>
        <w:tc>
          <w:tcPr>
            <w:tcW w:w="1053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Почтовый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</w:p>
        </w:tc>
        <w:tc>
          <w:tcPr>
            <w:tcW w:w="1559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м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еста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нахождения</w:t>
            </w: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Место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о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существления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лицензируемого вида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деятельности</w:t>
            </w: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ФИО</w:t>
            </w:r>
          </w:p>
          <w:p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контактного лица,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имеющего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соответствующий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допуск 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государственной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тайне</w:t>
            </w:r>
          </w:p>
        </w:tc>
        <w:tc>
          <w:tcPr>
            <w:tcW w:w="1176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Должность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к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онтактного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76" w:type="dxa"/>
            <w:tcBorders>
              <w:top w:val="nil"/>
            </w:tcBorders>
          </w:tcPr>
          <w:p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почты</w:t>
            </w:r>
          </w:p>
        </w:tc>
        <w:tc>
          <w:tcPr>
            <w:tcW w:w="1942" w:type="dxa"/>
            <w:tcBorders>
              <w:top w:val="nil"/>
            </w:tcBorders>
          </w:tcPr>
          <w:p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Сведения 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лицензии на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проведение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работ с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использованием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сведений,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составляющих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государственную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 тайну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(N, дата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выдачи, срок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действия,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степень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секретности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сведений)</w:t>
            </w:r>
          </w:p>
        </w:tc>
        <w:tc>
          <w:tcPr>
            <w:tcW w:w="2410" w:type="dxa"/>
            <w:tcBorders>
              <w:top w:val="nil"/>
            </w:tcBorders>
          </w:tcPr>
          <w:p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Сведения 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наличии иных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лицензий на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право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осуществления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отдельных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видов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деятельности;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документов,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подтверждающих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членство в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саморегулируемой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организации;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выданных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саморегулируемой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организацией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свидетельство допуске 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определенным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видам работ и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других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разрешительных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lastRenderedPageBreak/>
              <w:t>документов</w:t>
            </w:r>
          </w:p>
        </w:tc>
      </w:tr>
      <w:tr w:rsidR="008558A4" w:rsidRPr="00011C32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lastRenderedPageBreak/>
              <w:t xml:space="preserve">1.  </w:t>
            </w:r>
          </w:p>
        </w:tc>
        <w:tc>
          <w:tcPr>
            <w:tcW w:w="155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8558A4" w:rsidRPr="00011C32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8558A4" w:rsidRPr="00011C32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3.  </w:t>
            </w:r>
          </w:p>
        </w:tc>
        <w:tc>
          <w:tcPr>
            <w:tcW w:w="155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8558A4" w:rsidRPr="00011C32" w:rsidRDefault="008558A4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8558A4" w:rsidRPr="00011C32" w:rsidSect="008558A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9" w:name="P154"/>
      <w:bookmarkEnd w:id="9"/>
      <w:r w:rsidRPr="00011C32">
        <w:rPr>
          <w:rFonts w:ascii="Proxima Nova ExCn Rg" w:hAnsi="Proxima Nova ExCn Rg"/>
          <w:sz w:val="28"/>
          <w:szCs w:val="28"/>
        </w:rPr>
        <w:t>ПРИЛОЖЕНИЕ N 2</w:t>
      </w: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ЗАПРОС ИНФОРМАЦИИ В ЦЕЛЯХ ФОРМИРОВАНИЯ ПЕРЕЧНЯ ПОСТАВЩИКОВ,</w:t>
      </w:r>
    </w:p>
    <w:p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ПРИГЛАШАЕМЫХ К УЧАСТИЮ В ЗАКУПКЕ, ПРОВОДИМОЙ В ЗАКРЫТОЙ ФОРМЕ</w:t>
      </w:r>
    </w:p>
    <w:p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И ИМЕЮЩИХ ПРАВО РАБОТАТЬ СО СВЕДЕНИЯМИ,</w:t>
      </w:r>
    </w:p>
    <w:p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СОСТАВЛЯЮЩИМИ ГОСУДАРСТВЕННУЮ ТАЙНУ.</w:t>
      </w:r>
    </w:p>
    <w:p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892"/>
      </w:tblGrid>
      <w:tr w:rsidR="008558A4" w:rsidRPr="00011C32">
        <w:trPr>
          <w:trHeight w:val="240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</w:tcPr>
          <w:p w:rsidR="00134FA6" w:rsidRDefault="00410CF1" w:rsidP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Заказчик [указывается наименование заказчика] в ближайшее время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планирует провести процедуру закупки в закрытой форме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на </w:t>
            </w:r>
          </w:p>
          <w:p w:rsidR="00134FA6" w:rsidRDefault="00410CF1" w:rsidP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___________________________________________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>______________________________________________________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_______________</w:t>
            </w:r>
          </w:p>
          <w:p w:rsidR="00410CF1" w:rsidRPr="00011C32" w:rsidRDefault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 xml:space="preserve"> (указать предмет закупки без раскрытия </w:t>
            </w:r>
            <w:proofErr w:type="gramStart"/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>сведений,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 xml:space="preserve"> составляющих</w:t>
            </w:r>
            <w:proofErr w:type="gramEnd"/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 xml:space="preserve"> государственную тайну).</w:t>
            </w:r>
          </w:p>
        </w:tc>
      </w:tr>
    </w:tbl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В соответствии с информацией, полученной из открытых источников, Ваша организация [альтернативный вариант: может быть заинтересована в участии в планируемой закупке] является поставщиком [подрядчиком, исполнителем] продукции (товаров, работ, услуг</w:t>
      </w:r>
      <w:r w:rsidR="00D37FD9">
        <w:rPr>
          <w:rFonts w:ascii="Proxima Nova ExCn Rg" w:hAnsi="Proxima Nova ExCn Rg"/>
          <w:sz w:val="28"/>
          <w:szCs w:val="28"/>
        </w:rPr>
        <w:t>, иных объектов гражданских прав</w:t>
      </w:r>
      <w:r w:rsidRPr="00011C32">
        <w:rPr>
          <w:rFonts w:ascii="Proxima Nova ExCn Rg" w:hAnsi="Proxima Nova ExCn Rg"/>
          <w:sz w:val="28"/>
          <w:szCs w:val="28"/>
        </w:rPr>
        <w:t>), которая будет являться предметом будущей закупки.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Просим Вас предоставить в свободной форме свои данные для формирования Перечня поставщиков для работы с государственной тайной, в том числе: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ИНН;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КПП;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(4) Почтовый адрес;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(5) Адрес места нахождения;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(6) Место осуществления лицензируемого вида деятельности;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(7) ФИО контактного лица, имеющего соответствующий допуск к государственной тайне;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(8) Должность контактного лица;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(9) Адрес электронной почты;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(10) Копию лицензии на проведение работ с использованием сведений, составляющих государственную тайну;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(11) Копии лицензий на право осуществления отдельных видов деятельности (при необходимости); документов, подтверждающих членство в саморегулируемой организации; выданных саморегулируемой организацией свидетельств о допуске к определенным видам работ и других разрешительных документов [данный пункт указывается в случае, если законодательством установлены специальные требования, касающиеся исполнения обязательств по предмету договора; при этом виды работ конкретизируются].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поставщиков, согласно Закону </w:t>
      </w:r>
      <w:hyperlink r:id="rId15" w:history="1">
        <w:r w:rsidRPr="00011C32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011C32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6" w:history="1">
        <w:r w:rsidRPr="00011C32">
          <w:rPr>
            <w:rFonts w:ascii="Proxima Nova ExCn Rg" w:hAnsi="Proxima Nova ExCn Rg"/>
            <w:sz w:val="28"/>
            <w:szCs w:val="28"/>
          </w:rPr>
          <w:t>44-ФЗ</w:t>
        </w:r>
      </w:hyperlink>
      <w:r w:rsidRPr="00011C32">
        <w:rPr>
          <w:rFonts w:ascii="Proxima Nova ExCn Rg" w:hAnsi="Proxima Nova ExCn Rg"/>
          <w:sz w:val="28"/>
          <w:szCs w:val="28"/>
        </w:rPr>
        <w:t>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10" w:name="_GoBack"/>
      <w:bookmarkEnd w:id="10"/>
      <w:r w:rsidRPr="00011C32">
        <w:rPr>
          <w:rFonts w:ascii="Proxima Nova ExCn Rg" w:hAnsi="Proxima Nova ExCn Rg"/>
          <w:sz w:val="28"/>
          <w:szCs w:val="28"/>
        </w:rPr>
        <w:t>(</w:t>
      </w:r>
      <w:r w:rsidR="00985BE0" w:rsidRPr="00011C32">
        <w:rPr>
          <w:rFonts w:ascii="Proxima Nova ExCn Rg" w:hAnsi="Proxima Nova ExCn Rg"/>
          <w:sz w:val="28"/>
          <w:szCs w:val="28"/>
        </w:rPr>
        <w:t>3</w:t>
      </w:r>
      <w:r w:rsidRPr="00011C32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лицензии на проведение работ с использованием сведений, составляющих государственную тайну);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</w:t>
      </w:r>
      <w:r w:rsidR="00985BE0" w:rsidRPr="00011C32">
        <w:rPr>
          <w:rFonts w:ascii="Proxima Nova ExCn Rg" w:hAnsi="Proxima Nova ExCn Rg"/>
          <w:sz w:val="28"/>
          <w:szCs w:val="28"/>
        </w:rPr>
        <w:t>4</w:t>
      </w:r>
      <w:r w:rsidRPr="00011C32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иных необходимых лицензий на право осуществления отдельных видов деятельности; документов, подтверждающих членство в саморегулируемой организации; выданных саморегулируемой организацией свидетельств о допуске к определенным видам работ и других разрешительных документов [данный пункт указывается в случае, если законодательством установлены специальные требования, касающиеся исполнения обязательств по предмету договора].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Рассмотрение поступивших предложений не предполагает какого-либо информирования (в т.ч. публичного) лиц, подавших такие предложения и иных лиц о результатах рассмотрения.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Инициатора закупки].</w:t>
      </w:r>
    </w:p>
    <w:p w:rsidR="005A647A" w:rsidRPr="00011C32" w:rsidRDefault="00410CF1" w:rsidP="00057D5C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получения настоящего запроса].</w:t>
      </w:r>
    </w:p>
    <w:sectPr w:rsidR="005A647A" w:rsidRPr="00011C32" w:rsidSect="005A6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F1"/>
    <w:rsid w:val="00011C32"/>
    <w:rsid w:val="00057D5C"/>
    <w:rsid w:val="00134FA6"/>
    <w:rsid w:val="00172C0F"/>
    <w:rsid w:val="001F5C40"/>
    <w:rsid w:val="00264F0B"/>
    <w:rsid w:val="002E635F"/>
    <w:rsid w:val="00392259"/>
    <w:rsid w:val="00410CF1"/>
    <w:rsid w:val="00503038"/>
    <w:rsid w:val="005A647A"/>
    <w:rsid w:val="006C36E6"/>
    <w:rsid w:val="008558A4"/>
    <w:rsid w:val="00922242"/>
    <w:rsid w:val="00985BE0"/>
    <w:rsid w:val="00B479B1"/>
    <w:rsid w:val="00D37FD9"/>
    <w:rsid w:val="00DE7269"/>
    <w:rsid w:val="00E502FE"/>
    <w:rsid w:val="00EC340D"/>
    <w:rsid w:val="00F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D7901-6E4D-45FD-980E-CA46274C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CF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C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10C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10C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10C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264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64F0B"/>
    <w:rPr>
      <w:rFonts w:ascii="Segoe UI" w:hAnsi="Segoe UI" w:cs="Segoe UI"/>
      <w:sz w:val="18"/>
      <w:szCs w:val="18"/>
    </w:rPr>
  </w:style>
  <w:style w:type="character" w:styleId="a5">
    <w:name w:val="annotation reference"/>
    <w:uiPriority w:val="99"/>
    <w:semiHidden/>
    <w:unhideWhenUsed/>
    <w:rsid w:val="006C36E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C36E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6C36E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C36E6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6C36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A54AE7F71F77E8146D6E310CF813A74581FE3AF765C30FC5FDD7D527591399CB06B6A4905E84DB51D4I0q7R" TargetMode="External"/><Relationship Id="rId13" Type="http://schemas.openxmlformats.org/officeDocument/2006/relationships/hyperlink" Target="consultantplus://offline/ref=45A54AE7F71F77E8146D712619824DAE4082A13FF262CA5F92FF8680295C1BC98316F8E19D5F84DBI5q7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A54AE7F71F77E8146D6E310CF813A74581FE3AF765C30FC5FDD7D527591399CB06B6A4905E84DB51D4I0q7R" TargetMode="External"/><Relationship Id="rId12" Type="http://schemas.openxmlformats.org/officeDocument/2006/relationships/hyperlink" Target="consultantplus://offline/ref=45A54AE7F71F77E8146D712619824DAE4082A337F768CA5F92FF8680295C1BC98316F8E19D5F84DBI5q7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5A54AE7F71F77E8146D712619824DAE4082A337F768CA5F92FF8680295C1BC98316F8E19D5F84DBI5q7R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A54AE7F71F77E8146D6E310CF813A74581FE3AF765C30FC5FDD7D527591399CB06B6A4905E84DB51D4I0q7R" TargetMode="External"/><Relationship Id="rId11" Type="http://schemas.openxmlformats.org/officeDocument/2006/relationships/hyperlink" Target="consultantplus://offline/ref=45A54AE7F71F77E8146D712619824DAE4082A13FF262CA5F92FF8680295C1BC98316F8E19D5F84DBI5q7R" TargetMode="External"/><Relationship Id="rId5" Type="http://schemas.openxmlformats.org/officeDocument/2006/relationships/hyperlink" Target="consultantplus://offline/ref=45A54AE7F71F77E8146D6E310CF813A74581FE3AF765C30FC5FDD7D527591399CB06B6A4905E84DB51D4I0q7R" TargetMode="External"/><Relationship Id="rId15" Type="http://schemas.openxmlformats.org/officeDocument/2006/relationships/hyperlink" Target="consultantplus://offline/ref=45A54AE7F71F77E8146D712619824DAE4082A13FF262CA5F92FF8680295C1BC98316F8E19D5F84DBI5q7R" TargetMode="External"/><Relationship Id="rId10" Type="http://schemas.openxmlformats.org/officeDocument/2006/relationships/hyperlink" Target="consultantplus://offline/ref=45A54AE7F71F77E8146D6E310CF813A74581FE3AF765C30FC5FDD7D527591399CB06B6A4905E84DB51D4I0q7R" TargetMode="External"/><Relationship Id="rId4" Type="http://schemas.openxmlformats.org/officeDocument/2006/relationships/hyperlink" Target="consultantplus://offline/ref=45A54AE7F71F77E8146D6E310CF813A74581FE3AF765C30FC5FDD7D527591399CB06B6A4905E84DB51D4I0q7R" TargetMode="External"/><Relationship Id="rId9" Type="http://schemas.openxmlformats.org/officeDocument/2006/relationships/hyperlink" Target="consultantplus://offline/ref=45A54AE7F71F77E8146D6E310CF813A74581FE3AF765C30FC5FDD7D527591399CB06B6A4905E84DB51D4I0q7R" TargetMode="External"/><Relationship Id="rId14" Type="http://schemas.openxmlformats.org/officeDocument/2006/relationships/hyperlink" Target="consultantplus://offline/ref=45A54AE7F71F77E8146D712619824DAE4082A337F768CA5F92FF8680295C1BC98316F8E19D5F84DBI5q7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AFCB51ED</Template>
  <TotalTime>15</TotalTime>
  <Pages>8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15850</CharactersWithSpaces>
  <SharedDoc>false</SharedDoc>
  <HLinks>
    <vt:vector size="120" baseType="variant">
      <vt:variant>
        <vt:i4>7929907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3670128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327749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3670128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P89</vt:lpwstr>
      </vt:variant>
      <vt:variant>
        <vt:i4>7929907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7929907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3473520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2752613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262208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P105</vt:lpwstr>
      </vt:variant>
      <vt:variant>
        <vt:i4>2752613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Кузнецов Виталий Викторович</cp:lastModifiedBy>
  <cp:revision>4</cp:revision>
  <dcterms:created xsi:type="dcterms:W3CDTF">2017-09-28T14:28:00Z</dcterms:created>
  <dcterms:modified xsi:type="dcterms:W3CDTF">2018-12-06T12:50:00Z</dcterms:modified>
</cp:coreProperties>
</file>